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0D10F1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624CB7">
        <w:rPr>
          <w:b/>
          <w:color w:val="FF5200" w:themeColor="accent2"/>
          <w:sz w:val="36"/>
          <w:szCs w:val="36"/>
        </w:rPr>
        <w:t>názvem „</w:t>
      </w:r>
      <w:bookmarkStart w:id="0" w:name="_Hlk142397436"/>
      <w:r w:rsidR="00FA0C79" w:rsidRPr="00624CB7">
        <w:rPr>
          <w:b/>
          <w:color w:val="FF5200" w:themeColor="accent2"/>
          <w:sz w:val="36"/>
          <w:szCs w:val="36"/>
        </w:rPr>
        <w:t>Nákup tuhých paliv pro spalování v </w:t>
      </w:r>
      <w:r w:rsidR="00FA0C79" w:rsidRPr="007D348C">
        <w:rPr>
          <w:b/>
          <w:color w:val="FF5200" w:themeColor="accent2"/>
          <w:sz w:val="36"/>
          <w:szCs w:val="36"/>
        </w:rPr>
        <w:t xml:space="preserve">energetických </w:t>
      </w:r>
      <w:r w:rsidR="00624CB7" w:rsidRPr="007D348C">
        <w:rPr>
          <w:b/>
          <w:color w:val="FF5200" w:themeColor="accent2"/>
          <w:sz w:val="36"/>
          <w:szCs w:val="36"/>
        </w:rPr>
        <w:t>zdrojích v obvodu OŘ Ústí nad Labem v období do 3</w:t>
      </w:r>
      <w:r w:rsidR="00A22F74">
        <w:rPr>
          <w:b/>
          <w:color w:val="FF5200" w:themeColor="accent2"/>
          <w:sz w:val="36"/>
          <w:szCs w:val="36"/>
        </w:rPr>
        <w:t>0</w:t>
      </w:r>
      <w:r w:rsidR="00624CB7" w:rsidRPr="007D348C">
        <w:rPr>
          <w:b/>
          <w:color w:val="FF5200" w:themeColor="accent2"/>
          <w:sz w:val="36"/>
          <w:szCs w:val="36"/>
        </w:rPr>
        <w:t>.</w:t>
      </w:r>
      <w:r w:rsidR="00A22F74">
        <w:rPr>
          <w:b/>
          <w:color w:val="FF5200" w:themeColor="accent2"/>
          <w:sz w:val="36"/>
          <w:szCs w:val="36"/>
        </w:rPr>
        <w:t>04</w:t>
      </w:r>
      <w:r w:rsidR="00624CB7" w:rsidRPr="007D348C">
        <w:rPr>
          <w:b/>
          <w:color w:val="FF5200" w:themeColor="accent2"/>
          <w:sz w:val="36"/>
          <w:szCs w:val="36"/>
        </w:rPr>
        <w:t>.202</w:t>
      </w:r>
      <w:bookmarkEnd w:id="0"/>
      <w:r w:rsidR="00A22F74">
        <w:rPr>
          <w:b/>
          <w:color w:val="FF5200" w:themeColor="accent2"/>
          <w:sz w:val="36"/>
          <w:szCs w:val="36"/>
        </w:rPr>
        <w:t>4</w:t>
      </w:r>
      <w:r w:rsidR="0031280B" w:rsidRPr="007D348C">
        <w:rPr>
          <w:b/>
          <w:color w:val="FF5200" w:themeColor="accent2"/>
          <w:sz w:val="36"/>
          <w:szCs w:val="36"/>
        </w:rPr>
        <w:t>“</w:t>
      </w:r>
      <w:r w:rsidR="000128D4" w:rsidRPr="007D348C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D348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5E6EA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bookmarkStart w:id="1" w:name="_GoBack"/>
      <w:bookmarkEnd w:id="1"/>
      <w:r w:rsidR="000128D4" w:rsidRPr="007D348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(</w:t>
      </w:r>
      <w:r w:rsidR="002C7FEB" w:rsidRPr="002C7FE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38200/2023-SŽ-OŘ UNL-OVZ</w:t>
      </w:r>
      <w:r w:rsidR="000128D4" w:rsidRPr="007D348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1B2DA446" w14:textId="08FD7725" w:rsidR="007D348C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2986590" w:history="1">
            <w:r w:rsidR="007D348C" w:rsidRPr="004E1DA6">
              <w:rPr>
                <w:rStyle w:val="Hypertextovodkaz"/>
                <w:noProof/>
              </w:rPr>
              <w:t>Kapitola 1.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Základní údaje k nabídce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_Toc142986590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 w:rsidR="00FE5390">
              <w:rPr>
                <w:noProof/>
                <w:webHidden/>
              </w:rPr>
              <w:t>2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4103C8E0" w14:textId="29ED3D59" w:rsidR="007D348C" w:rsidRDefault="00FE539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1" w:history="1">
            <w:r w:rsidR="007D348C" w:rsidRPr="004E1DA6">
              <w:rPr>
                <w:rStyle w:val="Hypertextovodkaz"/>
                <w:noProof/>
              </w:rPr>
              <w:t>Kapitola 2.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Čestné prohlášení o splnění základní způsobilosti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_Toc142986591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493E2319" w14:textId="7F3086A5" w:rsidR="007D348C" w:rsidRDefault="00FE539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2" w:history="1">
            <w:r w:rsidR="007D348C" w:rsidRPr="004E1DA6">
              <w:rPr>
                <w:rStyle w:val="Hypertextovodkaz"/>
                <w:noProof/>
              </w:rPr>
              <w:t>Kapitola 3.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Čestné prohlášení účastníka o střetu zájmů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_Toc142986592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6FD55B3C" w14:textId="52BA58EB" w:rsidR="007D348C" w:rsidRDefault="00FE539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3" w:history="1">
            <w:r w:rsidR="007D348C" w:rsidRPr="004E1DA6">
              <w:rPr>
                <w:rStyle w:val="Hypertextovodkaz"/>
                <w:noProof/>
              </w:rPr>
              <w:t>Kapitola 4.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Čestné prohlášení účastníka k neuzavření zakázaných dohod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_Toc142986593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6719EEE0" w14:textId="4501BFDE" w:rsidR="007D348C" w:rsidRDefault="00FE539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4" w:history="1">
            <w:r w:rsidR="007D348C" w:rsidRPr="004E1DA6">
              <w:rPr>
                <w:rStyle w:val="Hypertextovodkaz"/>
                <w:noProof/>
              </w:rPr>
              <w:t>Kapitola 5.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Čestné prohlášení o splnění technické kvalifikace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_Toc142986594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68EDFEBC" w14:textId="2AAFE404" w:rsidR="007D348C" w:rsidRDefault="00FE539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5" w:history="1">
            <w:r w:rsidR="007D348C" w:rsidRPr="004E1DA6">
              <w:rPr>
                <w:rStyle w:val="Hypertextovodkaz"/>
                <w:noProof/>
              </w:rPr>
              <w:t>Kapitola 6.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Seznam osob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_Toc142986595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0D5259B4" w14:textId="08162F25" w:rsidR="007D348C" w:rsidRDefault="00FE539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6" w:history="1">
            <w:r w:rsidR="007D348C" w:rsidRPr="004E1DA6">
              <w:rPr>
                <w:rStyle w:val="Hypertextovodkaz"/>
                <w:noProof/>
              </w:rPr>
              <w:t>Kapitola 7.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Čestné prohlášení o ekonomické kvalifikaci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_Toc142986596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2B47F4FB" w14:textId="0F3D074B" w:rsidR="007D348C" w:rsidRDefault="00FE539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7" w:history="1">
            <w:r w:rsidR="007D348C" w:rsidRPr="004E1DA6">
              <w:rPr>
                <w:rStyle w:val="Hypertextovodkaz"/>
                <w:rFonts w:eastAsia="Times New Roman"/>
                <w:noProof/>
              </w:rPr>
              <w:t>Kapitola 8.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Čestné</w:t>
            </w:r>
            <w:r w:rsidR="007D348C" w:rsidRPr="004E1DA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_Toc142986597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028E0992" w14:textId="263DAC82" w:rsidR="007D348C" w:rsidRDefault="00FE539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8" w:history="1">
            <w:r w:rsidR="007D348C" w:rsidRPr="004E1DA6">
              <w:rPr>
                <w:rStyle w:val="Hypertextovodkaz"/>
                <w:rFonts w:eastAsia="Times New Roman"/>
                <w:noProof/>
              </w:rPr>
              <w:t>Kapitola 9.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Čestné</w:t>
            </w:r>
            <w:r w:rsidR="007D348C" w:rsidRPr="004E1DA6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_Toc142986598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1E11C4FD" w14:textId="36D85B0B" w:rsidR="007D348C" w:rsidRDefault="00FE539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9" w:history="1">
            <w:r w:rsidR="007D348C" w:rsidRPr="004E1DA6">
              <w:rPr>
                <w:rStyle w:val="Hypertextovodkaz"/>
                <w:rFonts w:eastAsia="Times New Roman"/>
                <w:noProof/>
              </w:rPr>
              <w:t>Kapitola 10.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_Toc142986599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758D8A79" w14:textId="5C69A9FB" w:rsidR="007D348C" w:rsidRDefault="00FE539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601" w:history="1">
            <w:r w:rsidR="007D348C" w:rsidRPr="004E1DA6">
              <w:rPr>
                <w:rStyle w:val="Hypertextovodkaz"/>
                <w:noProof/>
                <w:lang w:eastAsia="cs-CZ"/>
              </w:rPr>
              <w:t>Kapitola 11.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Čestné</w:t>
            </w:r>
            <w:r w:rsidR="007D348C" w:rsidRPr="004E1DA6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_Toc142986601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218BAFDF" w14:textId="6E8F574C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2" w:name="_Toc142986590"/>
      <w:r>
        <w:lastRenderedPageBreak/>
        <w:t>Základní údaje k nabídce</w:t>
      </w:r>
      <w:bookmarkEnd w:id="2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446E7E22" w14:textId="1CD068B0" w:rsidR="00966FEF" w:rsidRDefault="00EA444A" w:rsidP="00966FE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Zastoupená </w:t>
      </w:r>
      <w:r w:rsidR="00966FEF">
        <w:t>Ing. Martinem Kašparem, ředitelem organizační jednotky,</w:t>
      </w:r>
    </w:p>
    <w:p w14:paraId="51E167B5" w14:textId="5DE9B0D9" w:rsidR="00EA444A" w:rsidRDefault="00966FEF" w:rsidP="00966FEF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b/>
          <w:lang w:eastAsia="cs-CZ"/>
        </w:rPr>
      </w:pPr>
      <w:r>
        <w:t>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33C7C2D9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966FEF">
        <w:t>Výzvy k podání nabíd</w:t>
      </w:r>
      <w:r w:rsidR="004C76E9" w:rsidRPr="00966FEF">
        <w:t>ky</w:t>
      </w:r>
      <w:r w:rsidRPr="00966FEF">
        <w:t xml:space="preserve"> na veřejnou zakázku zadávanou</w:t>
      </w:r>
      <w:r w:rsidR="004C76E9" w:rsidRPr="00966FEF">
        <w:t xml:space="preserve"> jako </w:t>
      </w:r>
      <w:r w:rsidR="000128D4" w:rsidRPr="00966FEF">
        <w:rPr>
          <w:rFonts w:eastAsia="Times New Roman" w:cs="Times New Roman"/>
          <w:lang w:eastAsia="cs-CZ"/>
        </w:rPr>
        <w:t>podlimitní sektorovou veřejnou zakázku</w:t>
      </w:r>
      <w:r w:rsidRPr="00966FEF">
        <w:t>, jsou pravdivé</w:t>
      </w:r>
      <w:r w:rsidR="009771C9" w:rsidRPr="00966FEF">
        <w:t>, úplné a odpovídají skutečnosti</w:t>
      </w:r>
      <w:r w:rsidRPr="00966FEF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D78124" w14:textId="6B29EB55" w:rsidR="00966FEF" w:rsidRDefault="00966FEF" w:rsidP="00966FEF">
      <w:r>
        <w:t>Celková nabídková cena za předmět plnění v Kč bez DPH</w:t>
      </w:r>
      <w:r>
        <w:tab/>
      </w:r>
      <w:r>
        <w:tab/>
      </w:r>
      <w:r w:rsidRPr="00966FEF">
        <w:rPr>
          <w:highlight w:val="yellow"/>
        </w:rPr>
        <w:t>[VLOŽÍ ÚČASTNÍK]</w:t>
      </w:r>
    </w:p>
    <w:p w14:paraId="5F8219E4" w14:textId="77777777" w:rsidR="00966FEF" w:rsidRDefault="00966FEF" w:rsidP="00966FEF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66FEF">
        <w:rPr>
          <w:highlight w:val="yellow"/>
        </w:rPr>
        <w:t>[VLOŽÍ ÚČASTNÍK]</w:t>
      </w:r>
    </w:p>
    <w:p w14:paraId="072BE9B8" w14:textId="10E84983" w:rsidR="00966FEF" w:rsidRDefault="00966FEF" w:rsidP="00966FEF">
      <w:r>
        <w:t>Celková nabídková cena za</w:t>
      </w:r>
      <w:r w:rsidR="005E6EA1">
        <w:t xml:space="preserve"> </w:t>
      </w:r>
      <w:r>
        <w:t>předmět plnění v Kč včetně DPH:</w:t>
      </w:r>
      <w:r>
        <w:tab/>
      </w:r>
      <w:r w:rsidR="005E6EA1">
        <w:tab/>
      </w:r>
      <w:r w:rsidRPr="00966FEF">
        <w:rPr>
          <w:highlight w:val="yellow"/>
        </w:rPr>
        <w:t>[VLOŽÍ ÚČASTNÍK]</w:t>
      </w:r>
    </w:p>
    <w:p w14:paraId="57415317" w14:textId="77777777" w:rsidR="00966FEF" w:rsidRDefault="00966FEF" w:rsidP="00966FEF">
      <w:pPr>
        <w:rPr>
          <w:b/>
        </w:rPr>
      </w:pPr>
    </w:p>
    <w:p w14:paraId="2915FC32" w14:textId="3AB1EF97" w:rsidR="008B1A2C" w:rsidRPr="008B1A2C" w:rsidRDefault="00C228EE" w:rsidP="00966FEF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E539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E539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3" w:name="_Toc142986591"/>
      <w:r w:rsidRPr="006E5C6C">
        <w:t>Čestné prohlášení o splnění</w:t>
      </w:r>
      <w:r w:rsidRPr="006E5C6C">
        <w:br/>
        <w:t>základní způsobilosti</w:t>
      </w:r>
      <w:bookmarkEnd w:id="3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4" w:name="_Toc14298659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5" w:name="_Toc142986593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5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42986594"/>
      <w:r w:rsidRPr="00E85D44">
        <w:lastRenderedPageBreak/>
        <w:t>Čestné prohlášení o splnění technické kvalifikace</w:t>
      </w:r>
      <w:bookmarkEnd w:id="6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2215E86A" w14:textId="586829C0" w:rsidR="00E85D44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r w:rsidRPr="00255BA3">
        <w:rPr>
          <w:rFonts w:eastAsia="Times New Roman" w:cs="Times New Roman"/>
          <w:lang w:eastAsia="cs-CZ"/>
        </w:rPr>
        <w:t>Zadavatel nepožaduje</w:t>
      </w:r>
      <w:r>
        <w:rPr>
          <w:rFonts w:eastAsia="Times New Roman" w:cs="Times New Roman"/>
          <w:lang w:eastAsia="cs-CZ"/>
        </w:rPr>
        <w:t>.</w:t>
      </w:r>
    </w:p>
    <w:p w14:paraId="2F169932" w14:textId="10FFE2F7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3B2E25D" w14:textId="7E7E1577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60A68A5" w14:textId="31972CA1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F97DE5B" w14:textId="0AF2FF33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7350EB6" w14:textId="3B6FE390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E79CD53" w14:textId="619F8D32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0F8A1DD" w14:textId="3997619D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F889CBF" w14:textId="6D3C1DED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6550210" w14:textId="5D4C446A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1E974B1" w14:textId="7C2DA1C2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DA37BF8" w14:textId="3D74C599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3CD54E6" w14:textId="45856887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A07EF77" w14:textId="43AF34B7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3863B08" w14:textId="153F74EF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E75A30E" w14:textId="0D3ECCBC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D4104D7" w14:textId="557467FF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DC68B48" w14:textId="1C27FFFF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5949C2C" w14:textId="51D10748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1140D4" w14:textId="48B0ADF4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D0E3518" w14:textId="725E5C44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90693D7" w14:textId="7D745499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2DE7AA0" w14:textId="5D0D126E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88E69E" w14:textId="3E6B0EA4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C1D7A47" w14:textId="06861A0B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1A1C8C6" w14:textId="034AD234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6EC764" w14:textId="686CA1F2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A8DAE63" w14:textId="706FB7F0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8F06F2C" w14:textId="6C23C178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C20E9B" w14:textId="461E8744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C3805F6" w14:textId="56F9D56D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97D9E26" w14:textId="27EE3EAA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9E6C091" w14:textId="391F8684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97838A5" w14:textId="2A642B7C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FE505B8" w14:textId="4A9FD4B2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0AF9058" w14:textId="636327EF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DFFE7CB" w14:textId="0D6C4D23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ED7EAE5" w14:textId="0C5B08FE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B74BBC9" w14:textId="6854DABE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58AB3A" w14:textId="56ADA1BE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22CF69" w14:textId="787BE3BB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3DC6F0D" w14:textId="7A9D11C6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6BFC0C7" w14:textId="35538935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0C373EB" w14:textId="4542EB04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33EE0D4" w14:textId="0E43FFD5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1BA478C" w14:textId="4257B667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9FD6084" w14:textId="486C6C4A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2831F8A" w14:textId="7B5D9DA3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175725F" w14:textId="21B19688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4E8A816" w14:textId="5C85352C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D55C960" w14:textId="5F1B5365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65B3CB5" w14:textId="6534BE9F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381D5EB" w14:textId="16F87164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422B4B6" w14:textId="527B8A79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7C346C" w14:textId="7FF405B9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F8C7906" w14:textId="5B0BCDE5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EE6A78D" w14:textId="77777777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5C075C" w14:textId="77777777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7" w:name="_Toc58876012"/>
      <w:bookmarkStart w:id="8" w:name="_Toc142986595"/>
      <w:r>
        <w:lastRenderedPageBreak/>
        <w:t>Seznam osob</w:t>
      </w:r>
      <w:bookmarkEnd w:id="7"/>
      <w:bookmarkEnd w:id="8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2A27CB1" w14:textId="7016A747" w:rsidR="000128D4" w:rsidRDefault="00255BA3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9" w:name="_Toc142986596"/>
      <w:r w:rsidRPr="000128D4">
        <w:lastRenderedPageBreak/>
        <w:t>Čestné prohlášení o ekonomické kvalifikaci</w:t>
      </w:r>
      <w:bookmarkEnd w:id="9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0B768D1" w14:textId="5FFA0210" w:rsidR="000128D4" w:rsidRDefault="00255BA3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t>Zadavatel nepožaduje.</w:t>
      </w: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10" w:name="_Toc142986597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10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1" w:name="_Toc115422087"/>
      <w:bookmarkStart w:id="12" w:name="_Toc142986598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11"/>
      <w:bookmarkEnd w:id="12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7"/>
      </w:r>
      <w:r w:rsidR="00F86FD9">
        <w:rPr>
          <w:rFonts w:ascii="Verdana" w:hAnsi="Verdana"/>
        </w:rPr>
        <w:t>:</w:t>
      </w:r>
    </w:p>
    <w:bookmarkStart w:id="13" w:name="Zaškrtávací1"/>
    <w:p w14:paraId="126C56C4" w14:textId="437D2484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FE5390">
        <w:fldChar w:fldCharType="separate"/>
      </w:r>
      <w:r>
        <w:fldChar w:fldCharType="end"/>
      </w:r>
      <w:bookmarkEnd w:id="13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255BA3" w:rsidRPr="00255BA3">
        <w:rPr>
          <w:rFonts w:ascii="Verdana" w:hAnsi="Verdana"/>
          <w:b/>
          <w:bCs/>
        </w:rPr>
        <w:t>Nákup tuhých paliv pro spalování v energetických zdrojích v obvodu OŘ Ústí nad Labem v období do 3</w:t>
      </w:r>
      <w:r w:rsidR="00701DCF">
        <w:rPr>
          <w:rFonts w:ascii="Verdana" w:hAnsi="Verdana"/>
          <w:b/>
          <w:bCs/>
        </w:rPr>
        <w:t>0</w:t>
      </w:r>
      <w:r w:rsidR="00255BA3" w:rsidRPr="00255BA3">
        <w:rPr>
          <w:rFonts w:ascii="Verdana" w:hAnsi="Verdana"/>
          <w:b/>
          <w:bCs/>
        </w:rPr>
        <w:t>.</w:t>
      </w:r>
      <w:r w:rsidR="00701DCF">
        <w:rPr>
          <w:rFonts w:ascii="Verdana" w:hAnsi="Verdana"/>
          <w:b/>
          <w:bCs/>
        </w:rPr>
        <w:t>04</w:t>
      </w:r>
      <w:r w:rsidR="00255BA3" w:rsidRPr="00255BA3">
        <w:rPr>
          <w:rFonts w:ascii="Verdana" w:hAnsi="Verdana"/>
          <w:b/>
          <w:bCs/>
        </w:rPr>
        <w:t>.202</w:t>
      </w:r>
      <w:r w:rsidR="00701DCF">
        <w:rPr>
          <w:rFonts w:ascii="Verdana" w:hAnsi="Verdana"/>
          <w:b/>
          <w:bCs/>
        </w:rPr>
        <w:t>4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8"/>
      </w:r>
      <w:r>
        <w:rPr>
          <w:rFonts w:ascii="Verdana" w:hAnsi="Verdana"/>
        </w:rPr>
        <w:t xml:space="preserve">. </w:t>
      </w:r>
    </w:p>
    <w:p w14:paraId="614952ED" w14:textId="1B02B57F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FE5390">
        <w:rPr>
          <w:rFonts w:ascii="Verdana" w:hAnsi="Verdana"/>
        </w:rPr>
      </w:r>
      <w:r w:rsidR="00FE5390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255BA3" w:rsidRPr="00255BA3">
        <w:rPr>
          <w:rFonts w:ascii="Verdana" w:hAnsi="Verdana"/>
          <w:b/>
          <w:bCs/>
        </w:rPr>
        <w:t>Nákup tuhých paliv pro spalování v energetických zdrojích v obvodu OŘ Ústí nad Labem v období do 3</w:t>
      </w:r>
      <w:r w:rsidR="00701DCF">
        <w:rPr>
          <w:rFonts w:ascii="Verdana" w:hAnsi="Verdana"/>
          <w:b/>
          <w:bCs/>
        </w:rPr>
        <w:t>0</w:t>
      </w:r>
      <w:r w:rsidR="00255BA3" w:rsidRPr="00255BA3">
        <w:rPr>
          <w:rFonts w:ascii="Verdana" w:hAnsi="Verdana"/>
          <w:b/>
          <w:bCs/>
        </w:rPr>
        <w:t>.</w:t>
      </w:r>
      <w:r w:rsidR="00701DCF">
        <w:rPr>
          <w:rFonts w:ascii="Verdana" w:hAnsi="Verdana"/>
          <w:b/>
          <w:bCs/>
        </w:rPr>
        <w:t>04</w:t>
      </w:r>
      <w:r w:rsidR="00255BA3" w:rsidRPr="00255BA3">
        <w:rPr>
          <w:rFonts w:ascii="Verdana" w:hAnsi="Verdana"/>
          <w:b/>
          <w:bCs/>
        </w:rPr>
        <w:t>.202</w:t>
      </w:r>
      <w:r w:rsidR="00701DCF">
        <w:rPr>
          <w:rFonts w:ascii="Verdana" w:hAnsi="Verdana"/>
          <w:b/>
          <w:bCs/>
        </w:rPr>
        <w:t>4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4" w:name="_Toc142986599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4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890D53E" w14:textId="0D9DB358" w:rsidR="00CB377A" w:rsidRDefault="00255BA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bookmarkStart w:id="15" w:name="_Toc142986600"/>
      <w:r>
        <w:t>Zadavatel nepožaduje.</w:t>
      </w:r>
      <w:bookmarkEnd w:id="15"/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75F5DD41" w:rsidR="00CB377A" w:rsidRDefault="00CB377A" w:rsidP="002126E7">
      <w:pPr>
        <w:rPr>
          <w:lang w:eastAsia="cs-CZ"/>
        </w:rPr>
      </w:pPr>
    </w:p>
    <w:p w14:paraId="7435FFD8" w14:textId="56A4FDC6" w:rsidR="00255BA3" w:rsidRDefault="00255BA3" w:rsidP="002126E7">
      <w:pPr>
        <w:rPr>
          <w:lang w:eastAsia="cs-CZ"/>
        </w:rPr>
      </w:pPr>
    </w:p>
    <w:p w14:paraId="12A87BF6" w14:textId="64A8367A" w:rsidR="00255BA3" w:rsidRDefault="00255BA3" w:rsidP="002126E7">
      <w:pPr>
        <w:rPr>
          <w:lang w:eastAsia="cs-CZ"/>
        </w:rPr>
      </w:pPr>
    </w:p>
    <w:p w14:paraId="243EC34F" w14:textId="16D77123" w:rsidR="00255BA3" w:rsidRDefault="00255BA3" w:rsidP="002126E7">
      <w:pPr>
        <w:rPr>
          <w:lang w:eastAsia="cs-CZ"/>
        </w:rPr>
      </w:pPr>
    </w:p>
    <w:p w14:paraId="621C1179" w14:textId="69D72CEA" w:rsidR="00255BA3" w:rsidRDefault="00255BA3" w:rsidP="002126E7">
      <w:pPr>
        <w:rPr>
          <w:lang w:eastAsia="cs-CZ"/>
        </w:rPr>
      </w:pPr>
    </w:p>
    <w:p w14:paraId="7EE304AA" w14:textId="6636F108" w:rsidR="00255BA3" w:rsidRDefault="00255BA3" w:rsidP="002126E7">
      <w:pPr>
        <w:rPr>
          <w:lang w:eastAsia="cs-CZ"/>
        </w:rPr>
      </w:pPr>
    </w:p>
    <w:p w14:paraId="64C9A2BC" w14:textId="2674F68B" w:rsidR="00255BA3" w:rsidRDefault="00255BA3" w:rsidP="002126E7">
      <w:pPr>
        <w:rPr>
          <w:lang w:eastAsia="cs-CZ"/>
        </w:rPr>
      </w:pPr>
    </w:p>
    <w:p w14:paraId="7022E9B7" w14:textId="066D0CAB" w:rsidR="00255BA3" w:rsidRDefault="00255BA3" w:rsidP="002126E7">
      <w:pPr>
        <w:rPr>
          <w:lang w:eastAsia="cs-CZ"/>
        </w:rPr>
      </w:pPr>
    </w:p>
    <w:p w14:paraId="208BA0EA" w14:textId="27A8EB9B" w:rsidR="00255BA3" w:rsidRDefault="00255BA3" w:rsidP="002126E7">
      <w:pPr>
        <w:rPr>
          <w:lang w:eastAsia="cs-CZ"/>
        </w:rPr>
      </w:pPr>
    </w:p>
    <w:p w14:paraId="16634E70" w14:textId="7AC4C9D8" w:rsidR="00255BA3" w:rsidRDefault="00255BA3" w:rsidP="002126E7">
      <w:pPr>
        <w:rPr>
          <w:lang w:eastAsia="cs-CZ"/>
        </w:rPr>
      </w:pPr>
    </w:p>
    <w:p w14:paraId="6A805548" w14:textId="5854A810" w:rsidR="00255BA3" w:rsidRDefault="00255BA3" w:rsidP="002126E7">
      <w:pPr>
        <w:rPr>
          <w:lang w:eastAsia="cs-CZ"/>
        </w:rPr>
      </w:pPr>
    </w:p>
    <w:p w14:paraId="42C03FC9" w14:textId="645BD0EB" w:rsidR="00255BA3" w:rsidRDefault="00255BA3" w:rsidP="002126E7">
      <w:pPr>
        <w:rPr>
          <w:lang w:eastAsia="cs-CZ"/>
        </w:rPr>
      </w:pPr>
    </w:p>
    <w:p w14:paraId="316AAB7A" w14:textId="64413492" w:rsidR="00255BA3" w:rsidRDefault="00255BA3" w:rsidP="002126E7">
      <w:pPr>
        <w:rPr>
          <w:lang w:eastAsia="cs-CZ"/>
        </w:rPr>
      </w:pPr>
    </w:p>
    <w:p w14:paraId="348AA94B" w14:textId="468D7D6F" w:rsidR="00255BA3" w:rsidRDefault="00255BA3" w:rsidP="002126E7">
      <w:pPr>
        <w:rPr>
          <w:lang w:eastAsia="cs-CZ"/>
        </w:rPr>
      </w:pPr>
    </w:p>
    <w:p w14:paraId="3D11E756" w14:textId="72E4AA2D" w:rsidR="00255BA3" w:rsidRDefault="00255BA3" w:rsidP="002126E7">
      <w:pPr>
        <w:rPr>
          <w:lang w:eastAsia="cs-CZ"/>
        </w:rPr>
      </w:pPr>
    </w:p>
    <w:p w14:paraId="49617BAE" w14:textId="3BD29B73" w:rsidR="00255BA3" w:rsidRDefault="00255BA3" w:rsidP="002126E7">
      <w:pPr>
        <w:rPr>
          <w:lang w:eastAsia="cs-CZ"/>
        </w:rPr>
      </w:pPr>
    </w:p>
    <w:p w14:paraId="19A2716F" w14:textId="07E65CF6" w:rsidR="00255BA3" w:rsidRDefault="00255BA3" w:rsidP="002126E7">
      <w:pPr>
        <w:rPr>
          <w:lang w:eastAsia="cs-CZ"/>
        </w:rPr>
      </w:pPr>
    </w:p>
    <w:p w14:paraId="2B88EE3C" w14:textId="3F28355C" w:rsidR="00255BA3" w:rsidRDefault="00255BA3" w:rsidP="002126E7">
      <w:pPr>
        <w:rPr>
          <w:lang w:eastAsia="cs-CZ"/>
        </w:rPr>
      </w:pPr>
    </w:p>
    <w:p w14:paraId="0493E1CB" w14:textId="3849D448" w:rsidR="00255BA3" w:rsidRDefault="00255BA3" w:rsidP="002126E7">
      <w:pPr>
        <w:rPr>
          <w:lang w:eastAsia="cs-CZ"/>
        </w:rPr>
      </w:pPr>
    </w:p>
    <w:p w14:paraId="03619617" w14:textId="51C7B237" w:rsidR="00255BA3" w:rsidRDefault="00255BA3" w:rsidP="002126E7">
      <w:pPr>
        <w:rPr>
          <w:lang w:eastAsia="cs-CZ"/>
        </w:rPr>
      </w:pPr>
    </w:p>
    <w:p w14:paraId="750CDB38" w14:textId="0942DB20" w:rsidR="00255BA3" w:rsidRDefault="00255BA3" w:rsidP="002126E7">
      <w:pPr>
        <w:rPr>
          <w:lang w:eastAsia="cs-CZ"/>
        </w:rPr>
      </w:pPr>
    </w:p>
    <w:p w14:paraId="64DCFDC4" w14:textId="77777777" w:rsidR="00255BA3" w:rsidRDefault="00255BA3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6" w:name="_Toc142986601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6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02756420" w14:textId="0D002950" w:rsidR="00F86FD9" w:rsidRDefault="00255BA3" w:rsidP="002126E7">
      <w:pPr>
        <w:rPr>
          <w:lang w:eastAsia="cs-CZ"/>
        </w:rPr>
      </w:pPr>
      <w:r>
        <w:t>Zadavatel nepožaduje.</w:t>
      </w: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AF266" w16cex:dateUtc="2023-03-02T09:01:00Z"/>
  <w16cex:commentExtensible w16cex:durableId="27B2D51D" w16cex:dateUtc="2023-03-08T08:34:00Z"/>
  <w16cex:commentExtensible w16cex:durableId="27AB02C4" w16cex:dateUtc="2023-03-02T10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3F9B2" w14:textId="77777777" w:rsidR="006F3330" w:rsidRDefault="006F3330" w:rsidP="00962258">
      <w:pPr>
        <w:spacing w:after="0" w:line="240" w:lineRule="auto"/>
      </w:pPr>
      <w:r>
        <w:separator/>
      </w:r>
    </w:p>
  </w:endnote>
  <w:endnote w:type="continuationSeparator" w:id="0">
    <w:p w14:paraId="1BF33654" w14:textId="77777777" w:rsidR="006F3330" w:rsidRDefault="006F33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75DB2" w14:textId="77777777" w:rsidR="006F3330" w:rsidRDefault="006F3330" w:rsidP="00962258">
      <w:pPr>
        <w:spacing w:after="0" w:line="240" w:lineRule="auto"/>
      </w:pPr>
      <w:r>
        <w:separator/>
      </w:r>
    </w:p>
  </w:footnote>
  <w:footnote w:type="continuationSeparator" w:id="0">
    <w:p w14:paraId="3BC2D574" w14:textId="77777777" w:rsidR="006F3330" w:rsidRDefault="006F333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r w:rsidRPr="00EB54C9">
        <w:rPr>
          <w:szCs w:val="14"/>
        </w:rPr>
        <w:t xml:space="preserve">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7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8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5"/>
  </w:num>
  <w:num w:numId="35">
    <w:abstractNumId w:val="17"/>
  </w:num>
  <w:num w:numId="36">
    <w:abstractNumId w:val="2"/>
  </w:num>
  <w:num w:numId="37">
    <w:abstractNumId w:val="16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366D6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55BA3"/>
    <w:rsid w:val="002767CC"/>
    <w:rsid w:val="00280E07"/>
    <w:rsid w:val="00293E5A"/>
    <w:rsid w:val="002B65F0"/>
    <w:rsid w:val="002C31BF"/>
    <w:rsid w:val="002C7FEB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E6EA1"/>
    <w:rsid w:val="005F1404"/>
    <w:rsid w:val="0061068E"/>
    <w:rsid w:val="00613242"/>
    <w:rsid w:val="00624CB7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651E"/>
    <w:rsid w:val="006D7AFE"/>
    <w:rsid w:val="006E0578"/>
    <w:rsid w:val="006E314D"/>
    <w:rsid w:val="006E5C6C"/>
    <w:rsid w:val="006E73DC"/>
    <w:rsid w:val="006F3330"/>
    <w:rsid w:val="00701DCF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D348C"/>
    <w:rsid w:val="007E4A6E"/>
    <w:rsid w:val="007F56A7"/>
    <w:rsid w:val="00807DD0"/>
    <w:rsid w:val="00842CE7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6FEF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22F74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CE0700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444A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2C50"/>
    <w:rsid w:val="00F5558F"/>
    <w:rsid w:val="00F659EB"/>
    <w:rsid w:val="00F76E9F"/>
    <w:rsid w:val="00F814D9"/>
    <w:rsid w:val="00F86BA6"/>
    <w:rsid w:val="00F86FD9"/>
    <w:rsid w:val="00FA0C79"/>
    <w:rsid w:val="00FB7211"/>
    <w:rsid w:val="00FC4B68"/>
    <w:rsid w:val="00FC5583"/>
    <w:rsid w:val="00FC6389"/>
    <w:rsid w:val="00FD54F3"/>
    <w:rsid w:val="00FE5390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95FA0"/>
    <w:rsid w:val="005E17D6"/>
    <w:rsid w:val="00702C56"/>
    <w:rsid w:val="00845CFC"/>
    <w:rsid w:val="00964FB4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B61924-CC90-4BC5-918F-AD9BC7D11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177</TotalTime>
  <Pages>12</Pages>
  <Words>1520</Words>
  <Characters>8973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23</cp:revision>
  <cp:lastPrinted>2017-11-28T17:18:00Z</cp:lastPrinted>
  <dcterms:created xsi:type="dcterms:W3CDTF">2023-03-01T08:18:00Z</dcterms:created>
  <dcterms:modified xsi:type="dcterms:W3CDTF">2023-12-13T08:52:00Z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